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3D" w:rsidRPr="004E583D" w:rsidRDefault="004E583D" w:rsidP="004E583D">
      <w:pPr>
        <w:rPr>
          <w:vanish/>
        </w:rPr>
      </w:pPr>
    </w:p>
    <w:p w:rsidR="004E583D" w:rsidRPr="004E583D" w:rsidRDefault="004E583D" w:rsidP="004E583D">
      <w:pPr>
        <w:rPr>
          <w:vanish/>
        </w:rPr>
      </w:pPr>
    </w:p>
    <w:p w:rsidR="004E583D" w:rsidRPr="004E583D" w:rsidRDefault="004E583D" w:rsidP="004E583D">
      <w:pPr>
        <w:rPr>
          <w:vanish/>
        </w:rPr>
      </w:pPr>
    </w:p>
    <w:p w:rsidR="004E583D" w:rsidRPr="004E583D" w:rsidRDefault="004E583D" w:rsidP="004E583D">
      <w:pPr>
        <w:rPr>
          <w:vanish/>
        </w:rPr>
      </w:pPr>
    </w:p>
    <w:p w:rsidR="004E583D" w:rsidRPr="004E583D" w:rsidRDefault="004E583D" w:rsidP="004E583D">
      <w:pPr>
        <w:rPr>
          <w:vanish/>
        </w:rPr>
      </w:pPr>
    </w:p>
    <w:p w:rsidR="006C4DD8" w:rsidRDefault="006C4DD8" w:rsidP="00825294">
      <w:pPr>
        <w:rPr>
          <w:lang w:val="en-US"/>
        </w:rPr>
      </w:pPr>
    </w:p>
    <w:p w:rsidR="00825294" w:rsidRDefault="00825294" w:rsidP="00825294">
      <w:pPr>
        <w:rPr>
          <w:lang w:val="en-US"/>
        </w:rPr>
      </w:pPr>
    </w:p>
    <w:p w:rsidR="00825294" w:rsidRDefault="00825294" w:rsidP="00825294">
      <w:pPr>
        <w:rPr>
          <w:lang w:val="en-US"/>
        </w:rPr>
      </w:pPr>
    </w:p>
    <w:p w:rsidR="00825294" w:rsidRDefault="00825294" w:rsidP="00825294">
      <w:pPr>
        <w:rPr>
          <w:lang w:val="en-US"/>
        </w:rPr>
      </w:pPr>
    </w:p>
    <w:p w:rsidR="00825294" w:rsidRDefault="00825294" w:rsidP="00825294">
      <w:pPr>
        <w:rPr>
          <w:lang w:val="en-US"/>
        </w:rPr>
      </w:pPr>
    </w:p>
    <w:p w:rsidR="00825294" w:rsidRDefault="00825294" w:rsidP="00825294">
      <w:pPr>
        <w:rPr>
          <w:lang w:val="en-US"/>
        </w:rPr>
      </w:pPr>
    </w:p>
    <w:p w:rsidR="00825294" w:rsidRDefault="00825294" w:rsidP="00825294">
      <w:pPr>
        <w:rPr>
          <w:lang w:val="en-US"/>
        </w:rPr>
      </w:pPr>
    </w:p>
    <w:p w:rsidR="00825294" w:rsidRDefault="00825294" w:rsidP="00825294">
      <w:pPr>
        <w:rPr>
          <w:lang w:val="en-US"/>
        </w:rPr>
      </w:pPr>
    </w:p>
    <w:p w:rsidR="00825294" w:rsidRDefault="00825294" w:rsidP="00825294">
      <w:pPr>
        <w:rPr>
          <w:lang w:val="en-US"/>
        </w:rPr>
      </w:pPr>
    </w:p>
    <w:p w:rsidR="00825294" w:rsidRDefault="00825294" w:rsidP="00825294">
      <w:pPr>
        <w:rPr>
          <w:lang w:val="en-US"/>
        </w:rPr>
      </w:pPr>
    </w:p>
    <w:p w:rsidR="00825294" w:rsidRDefault="00825294" w:rsidP="00825294">
      <w:pPr>
        <w:rPr>
          <w:lang w:val="en-US"/>
        </w:rPr>
      </w:pPr>
    </w:p>
    <w:p w:rsidR="00825294" w:rsidRDefault="00825294" w:rsidP="00825294">
      <w:pPr>
        <w:rPr>
          <w:lang w:val="en-US"/>
        </w:rPr>
      </w:pPr>
    </w:p>
    <w:p w:rsidR="00825294" w:rsidRPr="00864767" w:rsidRDefault="00825294" w:rsidP="00825294">
      <w:pPr>
        <w:rPr>
          <w:lang w:val="en-US"/>
        </w:rPr>
      </w:pPr>
    </w:p>
    <w:p w:rsidR="00475B4A" w:rsidRPr="00B07737" w:rsidRDefault="00B07737" w:rsidP="00B07737">
      <w:pPr>
        <w:autoSpaceDE w:val="0"/>
        <w:autoSpaceDN w:val="0"/>
        <w:adjustRightInd w:val="0"/>
        <w:jc w:val="center"/>
        <w:rPr>
          <w:b/>
          <w:iCs/>
          <w:sz w:val="26"/>
          <w:szCs w:val="26"/>
        </w:rPr>
      </w:pPr>
      <w:r w:rsidRPr="00B07737">
        <w:rPr>
          <w:b/>
          <w:sz w:val="26"/>
          <w:szCs w:val="26"/>
        </w:rPr>
        <w:t>О проведении открытого конкурса по отбору специализированной службы по вопросам похоронного дела на территории муниципального образования городской округ город Дзержинск Нижегородской области</w:t>
      </w:r>
    </w:p>
    <w:p w:rsidR="00475B4A" w:rsidRPr="00B07737" w:rsidRDefault="00475B4A" w:rsidP="002E6BD3">
      <w:pPr>
        <w:autoSpaceDE w:val="0"/>
        <w:autoSpaceDN w:val="0"/>
        <w:adjustRightInd w:val="0"/>
        <w:jc w:val="both"/>
        <w:rPr>
          <w:iCs/>
          <w:sz w:val="26"/>
          <w:szCs w:val="26"/>
        </w:rPr>
      </w:pPr>
    </w:p>
    <w:p w:rsidR="00B07737" w:rsidRPr="00B07737" w:rsidRDefault="00B07737" w:rsidP="00B07737">
      <w:pPr>
        <w:ind w:firstLine="709"/>
        <w:jc w:val="both"/>
        <w:rPr>
          <w:sz w:val="26"/>
          <w:szCs w:val="26"/>
        </w:rPr>
      </w:pPr>
      <w:r w:rsidRPr="00B07737">
        <w:rPr>
          <w:sz w:val="26"/>
          <w:szCs w:val="26"/>
        </w:rPr>
        <w:t>Руководствуясь постановлением администрации города Дзержинска Нижегородской области от 15 октября 2020г. № 2483 «Об утверждении Положения о проведении открытого конкурса по отбору специализированной службы по вопросам похоронного дела на территории муниципального образования городской округ город Дзержинск», Уставом городского округа город Дзержинск Нижегородской области</w:t>
      </w:r>
    </w:p>
    <w:p w:rsidR="00402903" w:rsidRPr="00B07737" w:rsidRDefault="00402903" w:rsidP="00B07737">
      <w:pPr>
        <w:ind w:firstLine="709"/>
        <w:jc w:val="both"/>
        <w:rPr>
          <w:sz w:val="26"/>
          <w:szCs w:val="26"/>
        </w:rPr>
      </w:pPr>
    </w:p>
    <w:p w:rsidR="00402903" w:rsidRPr="00B07737" w:rsidRDefault="00402903" w:rsidP="00B07737">
      <w:pPr>
        <w:ind w:firstLine="709"/>
        <w:jc w:val="both"/>
        <w:rPr>
          <w:b/>
          <w:sz w:val="26"/>
          <w:szCs w:val="26"/>
        </w:rPr>
      </w:pPr>
      <w:r w:rsidRPr="00B07737">
        <w:rPr>
          <w:b/>
          <w:sz w:val="26"/>
          <w:szCs w:val="26"/>
        </w:rPr>
        <w:t>ПРИКАЗЫВАЮ:</w:t>
      </w:r>
    </w:p>
    <w:p w:rsidR="00402903" w:rsidRPr="00B07737" w:rsidRDefault="00402903" w:rsidP="00B07737">
      <w:pPr>
        <w:ind w:firstLine="709"/>
        <w:jc w:val="both"/>
        <w:rPr>
          <w:sz w:val="26"/>
          <w:szCs w:val="26"/>
        </w:rPr>
      </w:pPr>
    </w:p>
    <w:p w:rsidR="00402903" w:rsidRPr="00B07737" w:rsidRDefault="00402903" w:rsidP="00B07737">
      <w:pPr>
        <w:ind w:firstLine="709"/>
        <w:jc w:val="both"/>
        <w:rPr>
          <w:sz w:val="26"/>
          <w:szCs w:val="26"/>
        </w:rPr>
      </w:pPr>
      <w:r w:rsidRPr="00B07737">
        <w:rPr>
          <w:sz w:val="26"/>
          <w:szCs w:val="26"/>
        </w:rPr>
        <w:t>1.</w:t>
      </w:r>
      <w:r w:rsidRPr="00B07737">
        <w:rPr>
          <w:sz w:val="26"/>
          <w:szCs w:val="26"/>
        </w:rPr>
        <w:tab/>
      </w:r>
      <w:r w:rsidR="00B07737" w:rsidRPr="00B07737">
        <w:rPr>
          <w:sz w:val="26"/>
          <w:szCs w:val="26"/>
        </w:rPr>
        <w:t>Провести открытый конкурс по отбору специализированной службы по вопросам похоронного дела на территории муниципального образования городской округ город Дзержинск Нижегородской области (далее - конкурс)</w:t>
      </w:r>
      <w:r w:rsidRPr="00B07737">
        <w:rPr>
          <w:sz w:val="26"/>
          <w:szCs w:val="26"/>
        </w:rPr>
        <w:t xml:space="preserve">.                                    </w:t>
      </w:r>
    </w:p>
    <w:p w:rsidR="00402903" w:rsidRPr="00B07737" w:rsidRDefault="00402903" w:rsidP="00B07737">
      <w:pPr>
        <w:ind w:firstLine="709"/>
        <w:jc w:val="both"/>
        <w:rPr>
          <w:sz w:val="26"/>
          <w:szCs w:val="26"/>
        </w:rPr>
      </w:pPr>
      <w:r w:rsidRPr="00B07737">
        <w:rPr>
          <w:sz w:val="26"/>
          <w:szCs w:val="26"/>
        </w:rPr>
        <w:t>2.</w:t>
      </w:r>
      <w:r w:rsidRPr="00B07737">
        <w:rPr>
          <w:sz w:val="26"/>
          <w:szCs w:val="26"/>
        </w:rPr>
        <w:tab/>
      </w:r>
      <w:r w:rsidR="00B07737" w:rsidRPr="00B07737">
        <w:rPr>
          <w:sz w:val="26"/>
          <w:szCs w:val="26"/>
        </w:rPr>
        <w:t xml:space="preserve">Определить срок подачи заявок на участие в конкурсе: </w:t>
      </w:r>
      <w:r w:rsidR="00F93135" w:rsidRPr="00F93135">
        <w:t>с 8.00 часов 29 октября 2025г. до 10.00 часов 27 ноября 2025г.</w:t>
      </w:r>
      <w:r w:rsidRPr="00B07737">
        <w:rPr>
          <w:sz w:val="26"/>
          <w:szCs w:val="26"/>
        </w:rPr>
        <w:t xml:space="preserve">                                                   </w:t>
      </w:r>
    </w:p>
    <w:p w:rsidR="00402903" w:rsidRPr="00B07737" w:rsidRDefault="00402903" w:rsidP="00B07737">
      <w:pPr>
        <w:ind w:firstLine="709"/>
        <w:jc w:val="both"/>
        <w:rPr>
          <w:sz w:val="26"/>
          <w:szCs w:val="26"/>
        </w:rPr>
      </w:pPr>
      <w:r w:rsidRPr="00B07737">
        <w:rPr>
          <w:sz w:val="26"/>
          <w:szCs w:val="26"/>
        </w:rPr>
        <w:t xml:space="preserve">3. </w:t>
      </w:r>
      <w:r w:rsidR="00B07737" w:rsidRPr="00B07737">
        <w:rPr>
          <w:sz w:val="26"/>
          <w:szCs w:val="26"/>
        </w:rPr>
        <w:t>Определить следующий порядок проведения конкурса:</w:t>
      </w:r>
    </w:p>
    <w:p w:rsidR="00B07737" w:rsidRPr="00B07737" w:rsidRDefault="00B07737" w:rsidP="00B07737">
      <w:pPr>
        <w:ind w:firstLine="709"/>
        <w:jc w:val="both"/>
        <w:rPr>
          <w:sz w:val="26"/>
          <w:szCs w:val="26"/>
        </w:rPr>
      </w:pPr>
      <w:r w:rsidRPr="00B07737">
        <w:rPr>
          <w:sz w:val="26"/>
          <w:szCs w:val="26"/>
        </w:rPr>
        <w:t xml:space="preserve">- место, время и дата вскрытия конвертов с заявками на участие в конкурсе: департамент жилищно-коммунального хозяйства администрации города Дзержинска (606000, Нижегородская обл., г. Дзержинск, пл. Дзержинского, д. 1, каб. № 1) </w:t>
      </w:r>
      <w:r w:rsidR="00F93135" w:rsidRPr="00F93135">
        <w:t>11.00 часов 27 ноября 2025г.;</w:t>
      </w:r>
    </w:p>
    <w:p w:rsidR="00B07737" w:rsidRPr="00F93135" w:rsidRDefault="00B07737" w:rsidP="00B07737">
      <w:pPr>
        <w:ind w:firstLine="709"/>
        <w:jc w:val="both"/>
        <w:rPr>
          <w:sz w:val="26"/>
          <w:szCs w:val="26"/>
        </w:rPr>
      </w:pPr>
      <w:r w:rsidRPr="00B07737">
        <w:rPr>
          <w:sz w:val="26"/>
          <w:szCs w:val="26"/>
        </w:rPr>
        <w:t xml:space="preserve">- место, время и дата оценки заявок на участие в конкурсе: департамент жилищно-коммунального хозяйства администрации города Дзержинска (606000, Нижегородская обл., г. Дзержинск, пл. Дзержинского, д. 1, каб. № 1) </w:t>
      </w:r>
      <w:r w:rsidR="00F93135" w:rsidRPr="00F93135">
        <w:t>14.00 часов 27 ноября 2025г.</w:t>
      </w:r>
      <w:r w:rsidRPr="00F93135">
        <w:rPr>
          <w:sz w:val="26"/>
          <w:szCs w:val="26"/>
        </w:rPr>
        <w:t>;</w:t>
      </w:r>
    </w:p>
    <w:p w:rsidR="00F93135" w:rsidRPr="00F93135" w:rsidRDefault="00B07737" w:rsidP="00F93135">
      <w:pPr>
        <w:ind w:firstLine="709"/>
        <w:jc w:val="both"/>
      </w:pPr>
      <w:r w:rsidRPr="00B07737">
        <w:rPr>
          <w:sz w:val="26"/>
          <w:szCs w:val="26"/>
        </w:rPr>
        <w:t xml:space="preserve">- место, время и дата проведения конкурса: департамент жилищно-коммунального хозяйства администрации города Дзержинска (606000, Нижегородская обл., г. Дзержинск, пл. Дзержинского, д. 1, каб. № 1) </w:t>
      </w:r>
      <w:r w:rsidR="00F93135" w:rsidRPr="00F93135">
        <w:t>16.00 часов 27 ноября 2025г.</w:t>
      </w:r>
    </w:p>
    <w:p w:rsidR="00402903" w:rsidRPr="00B07737" w:rsidRDefault="00402903" w:rsidP="00B07737">
      <w:pPr>
        <w:ind w:firstLine="709"/>
        <w:jc w:val="both"/>
        <w:rPr>
          <w:sz w:val="26"/>
          <w:szCs w:val="26"/>
        </w:rPr>
      </w:pPr>
      <w:r w:rsidRPr="00B07737">
        <w:rPr>
          <w:sz w:val="26"/>
          <w:szCs w:val="26"/>
        </w:rPr>
        <w:t>4. Контроль за исполнением настоящего приказа оставляю за собой.</w:t>
      </w:r>
    </w:p>
    <w:p w:rsidR="003559B8" w:rsidRDefault="003559B8" w:rsidP="003559B8">
      <w:pPr>
        <w:ind w:left="359"/>
        <w:jc w:val="both"/>
        <w:rPr>
          <w:sz w:val="26"/>
          <w:szCs w:val="26"/>
        </w:rPr>
      </w:pPr>
    </w:p>
    <w:p w:rsidR="00B07737" w:rsidRDefault="00B07737" w:rsidP="003559B8">
      <w:pPr>
        <w:ind w:left="359"/>
        <w:jc w:val="both"/>
        <w:rPr>
          <w:sz w:val="26"/>
          <w:szCs w:val="26"/>
        </w:rPr>
      </w:pPr>
    </w:p>
    <w:p w:rsidR="00B07737" w:rsidRPr="00B07737" w:rsidRDefault="00B07737" w:rsidP="00B07737">
      <w:pPr>
        <w:jc w:val="both"/>
        <w:rPr>
          <w:b/>
          <w:sz w:val="26"/>
          <w:szCs w:val="26"/>
        </w:rPr>
      </w:pPr>
      <w:r w:rsidRPr="00B07737">
        <w:rPr>
          <w:b/>
          <w:sz w:val="26"/>
          <w:szCs w:val="26"/>
        </w:rPr>
        <w:t xml:space="preserve">Директор департамента                                                                      </w:t>
      </w:r>
      <w:r>
        <w:rPr>
          <w:b/>
          <w:sz w:val="26"/>
          <w:szCs w:val="26"/>
        </w:rPr>
        <w:t xml:space="preserve">       </w:t>
      </w:r>
      <w:r w:rsidRPr="00B07737">
        <w:rPr>
          <w:b/>
          <w:sz w:val="26"/>
          <w:szCs w:val="26"/>
        </w:rPr>
        <w:t>Д.В. Пырьев</w:t>
      </w:r>
    </w:p>
    <w:sectPr w:rsidR="00B07737" w:rsidRPr="00B07737" w:rsidSect="00AE47E2">
      <w:headerReference w:type="first" r:id="rId7"/>
      <w:pgSz w:w="11906" w:h="16838" w:code="9"/>
      <w:pgMar w:top="567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3A1" w:rsidRDefault="008243A1">
      <w:r>
        <w:separator/>
      </w:r>
    </w:p>
  </w:endnote>
  <w:endnote w:type="continuationSeparator" w:id="0">
    <w:p w:rsidR="008243A1" w:rsidRDefault="008243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3A1" w:rsidRDefault="008243A1">
      <w:r>
        <w:separator/>
      </w:r>
    </w:p>
  </w:footnote>
  <w:footnote w:type="continuationSeparator" w:id="0">
    <w:p w:rsidR="008243A1" w:rsidRDefault="008243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761" w:rsidRDefault="009A692B" w:rsidP="0080176B">
    <w:pPr>
      <w:pStyle w:val="a3"/>
      <w:tabs>
        <w:tab w:val="clear" w:pos="4677"/>
        <w:tab w:val="clear" w:pos="9355"/>
      </w:tabs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50" o:spid="_x0000_s4099" type="#_x0000_t202" style="position:absolute;margin-left:-.75pt;margin-top:28.5pt;width:595.15pt;height:251.25pt;z-index: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" stroked="f">
          <v:fill opacity="23644f"/>
          <v:textbox inset="0,0,0,0">
            <w:txbxContent>
              <w:p w:rsidR="006B02A3" w:rsidRDefault="006B02A3" w:rsidP="00C41606">
                <w:pPr>
                  <w:jc w:val="center"/>
                  <w:rPr>
                    <w:b/>
                    <w:sz w:val="36"/>
                    <w:szCs w:val="36"/>
                    <w:lang w:val="en-US"/>
                  </w:rPr>
                </w:pPr>
                <w:r>
                  <w:rPr>
                    <w:b/>
                    <w:noProof/>
                    <w:sz w:val="36"/>
                    <w:szCs w:val="36"/>
                  </w:rPr>
                  <w:drawing>
                    <wp:inline distT="0" distB="0" distL="0" distR="0">
                      <wp:extent cx="525600" cy="792000"/>
                      <wp:effectExtent l="0" t="0" r="8255" b="8255"/>
                      <wp:docPr id="5" name="Рисунок 5" descr="O:\Герб\ГЕРБ для БЛАНКОВ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O:\Герб\ГЕРБ для БЛАНКОВ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25600" cy="792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8D4E9A" w:rsidRPr="008D4E9A" w:rsidRDefault="008D4E9A" w:rsidP="008D4E9A">
                <w:pPr>
                  <w:jc w:val="center"/>
                  <w:rPr>
                    <w:b/>
                    <w:sz w:val="36"/>
                    <w:szCs w:val="36"/>
                  </w:rPr>
                </w:pPr>
                <w:r w:rsidRPr="008D4E9A">
                  <w:rPr>
                    <w:b/>
                    <w:sz w:val="36"/>
                    <w:szCs w:val="36"/>
                  </w:rPr>
                  <w:t>Администрации города Дзержинска</w:t>
                </w:r>
              </w:p>
              <w:p w:rsidR="000625FE" w:rsidRPr="000625FE" w:rsidRDefault="008D4E9A" w:rsidP="008D4E9A">
                <w:pPr>
                  <w:jc w:val="center"/>
                  <w:rPr>
                    <w:b/>
                    <w:sz w:val="36"/>
                    <w:szCs w:val="36"/>
                  </w:rPr>
                </w:pPr>
                <w:r w:rsidRPr="008D4E9A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2D2B30" w:rsidRPr="00A80284" w:rsidRDefault="004F0CF4" w:rsidP="000625FE">
                <w:pPr>
                  <w:spacing w:before="240" w:line="264" w:lineRule="auto"/>
                  <w:jc w:val="center"/>
                  <w:rPr>
                    <w:b/>
                    <w:sz w:val="36"/>
                    <w:szCs w:val="36"/>
                  </w:rPr>
                </w:pPr>
                <w:r w:rsidRPr="00A80284">
                  <w:rPr>
                    <w:b/>
                    <w:sz w:val="36"/>
                    <w:szCs w:val="36"/>
                  </w:rPr>
                  <w:t>Д</w:t>
                </w:r>
                <w:r w:rsidR="00012B10" w:rsidRPr="00A80284">
                  <w:rPr>
                    <w:b/>
                    <w:sz w:val="36"/>
                    <w:szCs w:val="36"/>
                  </w:rPr>
                  <w:t>епартамент жилищно-коммунального хозяйства</w:t>
                </w:r>
              </w:p>
              <w:p w:rsidR="000625FE" w:rsidRPr="00B95AF2" w:rsidRDefault="002D2B30" w:rsidP="000625FE">
                <w:pPr>
                  <w:spacing w:before="240" w:line="264" w:lineRule="auto"/>
                  <w:jc w:val="center"/>
                  <w:rPr>
                    <w:b/>
                    <w:sz w:val="44"/>
                    <w:szCs w:val="44"/>
                  </w:rPr>
                </w:pPr>
                <w:r w:rsidRPr="002D2B30">
                  <w:rPr>
                    <w:b/>
                    <w:sz w:val="44"/>
                    <w:szCs w:val="44"/>
                  </w:rPr>
                  <w:t>ПРИКАЗ</w:t>
                </w:r>
              </w:p>
              <w:p w:rsidR="00273A67" w:rsidRDefault="00273A67" w:rsidP="00C41606">
                <w:pPr>
                  <w:spacing w:line="264" w:lineRule="auto"/>
                  <w:ind w:left="1985" w:right="-796"/>
                  <w:jc w:val="center"/>
                  <w:rPr>
                    <w:sz w:val="15"/>
                    <w:szCs w:val="15"/>
                  </w:rPr>
                </w:pPr>
              </w:p>
              <w:p w:rsidR="00273A67" w:rsidRPr="00D774EF" w:rsidRDefault="00273A67" w:rsidP="002D2B30">
                <w:pPr>
                  <w:tabs>
                    <w:tab w:val="left" w:pos="-1134"/>
                    <w:tab w:val="left" w:pos="-851"/>
                  </w:tabs>
                  <w:spacing w:before="240"/>
                  <w:ind w:firstLine="1701"/>
                </w:pPr>
                <w:r w:rsidRPr="00B95AF2">
                  <w:t>от __</w:t>
                </w:r>
                <w:r w:rsidR="009C6D15" w:rsidRPr="00B95AF2">
                  <w:t>_____</w:t>
                </w:r>
                <w:r w:rsidRPr="00B95AF2">
                  <w:t xml:space="preserve">____________ </w:t>
                </w:r>
                <w:r w:rsidR="002D2B30">
                  <w:rPr>
                    <w:lang w:val="en-US"/>
                  </w:rPr>
                  <w:t xml:space="preserve">                                                                </w:t>
                </w:r>
                <w:r w:rsidRPr="00B95AF2">
                  <w:t>№ __________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Полотно 9" o:spid="_x0000_s4097" editas="canvas" style="position:absolute;margin-left:-85.05pt;margin-top:-35.3pt;width:595.3pt;height:235.3pt;z-index:251657216" coordsize="75603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4098" type="#_x0000_t75" style="position:absolute;width:75603;height:29883;visibility:visible">
            <v:fill o:detectmouseclick="t"/>
            <v:path o:connecttype="none"/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4D46"/>
    <w:multiLevelType w:val="multilevel"/>
    <w:tmpl w:val="0A6C19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37EB7F8B"/>
    <w:multiLevelType w:val="hybridMultilevel"/>
    <w:tmpl w:val="457C03BA"/>
    <w:lvl w:ilvl="0" w:tplc="8C4E3896">
      <w:start w:val="1"/>
      <w:numFmt w:val="decimal"/>
      <w:lvlText w:val="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">
    <w:nsid w:val="410C364D"/>
    <w:multiLevelType w:val="multilevel"/>
    <w:tmpl w:val="440835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9"/>
  <w:characterSpacingControl w:val="doNotCompress"/>
  <w:hdrShapeDefaults>
    <o:shapedefaults v:ext="edit" spidmax="6861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E26423"/>
    <w:rsid w:val="00000FFE"/>
    <w:rsid w:val="00012B10"/>
    <w:rsid w:val="00051A2D"/>
    <w:rsid w:val="000625FE"/>
    <w:rsid w:val="0006398D"/>
    <w:rsid w:val="000678FB"/>
    <w:rsid w:val="000679D3"/>
    <w:rsid w:val="00092F8E"/>
    <w:rsid w:val="0009531B"/>
    <w:rsid w:val="000A2D01"/>
    <w:rsid w:val="000B2D2E"/>
    <w:rsid w:val="000E4E0C"/>
    <w:rsid w:val="000F44E4"/>
    <w:rsid w:val="000F734B"/>
    <w:rsid w:val="001126C2"/>
    <w:rsid w:val="00120BDB"/>
    <w:rsid w:val="00153E27"/>
    <w:rsid w:val="00173784"/>
    <w:rsid w:val="00187AE7"/>
    <w:rsid w:val="001978A0"/>
    <w:rsid w:val="001B70E8"/>
    <w:rsid w:val="001C1D44"/>
    <w:rsid w:val="00212DCB"/>
    <w:rsid w:val="002252D5"/>
    <w:rsid w:val="002352E0"/>
    <w:rsid w:val="00235D7A"/>
    <w:rsid w:val="002404DB"/>
    <w:rsid w:val="00245629"/>
    <w:rsid w:val="0027026E"/>
    <w:rsid w:val="00273A67"/>
    <w:rsid w:val="002774F4"/>
    <w:rsid w:val="00282448"/>
    <w:rsid w:val="00295645"/>
    <w:rsid w:val="00296A48"/>
    <w:rsid w:val="002A531C"/>
    <w:rsid w:val="002B520C"/>
    <w:rsid w:val="002C5FB3"/>
    <w:rsid w:val="002D2B30"/>
    <w:rsid w:val="002D68E8"/>
    <w:rsid w:val="002E62E9"/>
    <w:rsid w:val="002E6BD3"/>
    <w:rsid w:val="003041A3"/>
    <w:rsid w:val="003057F6"/>
    <w:rsid w:val="00333631"/>
    <w:rsid w:val="00347A3B"/>
    <w:rsid w:val="003559B8"/>
    <w:rsid w:val="00366C3D"/>
    <w:rsid w:val="00380C15"/>
    <w:rsid w:val="00380EA8"/>
    <w:rsid w:val="00387DC6"/>
    <w:rsid w:val="00392985"/>
    <w:rsid w:val="003A30A5"/>
    <w:rsid w:val="003A3B4A"/>
    <w:rsid w:val="003B75A6"/>
    <w:rsid w:val="003E0E69"/>
    <w:rsid w:val="003F7DD5"/>
    <w:rsid w:val="00402903"/>
    <w:rsid w:val="00417ECA"/>
    <w:rsid w:val="004205B7"/>
    <w:rsid w:val="00430BF6"/>
    <w:rsid w:val="00444CFB"/>
    <w:rsid w:val="00457D80"/>
    <w:rsid w:val="004718D0"/>
    <w:rsid w:val="00473F8C"/>
    <w:rsid w:val="00475B4A"/>
    <w:rsid w:val="004972F3"/>
    <w:rsid w:val="004974D3"/>
    <w:rsid w:val="004B445E"/>
    <w:rsid w:val="004C11F9"/>
    <w:rsid w:val="004C64D8"/>
    <w:rsid w:val="004E583D"/>
    <w:rsid w:val="004F0882"/>
    <w:rsid w:val="004F0CF4"/>
    <w:rsid w:val="005110D3"/>
    <w:rsid w:val="00522547"/>
    <w:rsid w:val="00531761"/>
    <w:rsid w:val="00534111"/>
    <w:rsid w:val="00541023"/>
    <w:rsid w:val="00563647"/>
    <w:rsid w:val="0056521C"/>
    <w:rsid w:val="00583F40"/>
    <w:rsid w:val="00594E58"/>
    <w:rsid w:val="005A1362"/>
    <w:rsid w:val="005A5B2E"/>
    <w:rsid w:val="005B4040"/>
    <w:rsid w:val="005D1686"/>
    <w:rsid w:val="005F0F2F"/>
    <w:rsid w:val="005F40AC"/>
    <w:rsid w:val="00604EB1"/>
    <w:rsid w:val="0060504A"/>
    <w:rsid w:val="0060675E"/>
    <w:rsid w:val="00606C2B"/>
    <w:rsid w:val="00627C39"/>
    <w:rsid w:val="00644017"/>
    <w:rsid w:val="00646839"/>
    <w:rsid w:val="006857FD"/>
    <w:rsid w:val="00696EA1"/>
    <w:rsid w:val="006A7DAD"/>
    <w:rsid w:val="006B02A3"/>
    <w:rsid w:val="006C0F28"/>
    <w:rsid w:val="006C25CB"/>
    <w:rsid w:val="006C4DD8"/>
    <w:rsid w:val="006C55CA"/>
    <w:rsid w:val="006E38D3"/>
    <w:rsid w:val="00705C8C"/>
    <w:rsid w:val="00706B59"/>
    <w:rsid w:val="00714443"/>
    <w:rsid w:val="007148DA"/>
    <w:rsid w:val="007209F3"/>
    <w:rsid w:val="007374F7"/>
    <w:rsid w:val="00742AC3"/>
    <w:rsid w:val="00743020"/>
    <w:rsid w:val="0075260C"/>
    <w:rsid w:val="007A726E"/>
    <w:rsid w:val="007F1023"/>
    <w:rsid w:val="0080176B"/>
    <w:rsid w:val="00803EF8"/>
    <w:rsid w:val="0081539A"/>
    <w:rsid w:val="008243A1"/>
    <w:rsid w:val="00825294"/>
    <w:rsid w:val="00830F2D"/>
    <w:rsid w:val="00850265"/>
    <w:rsid w:val="00864767"/>
    <w:rsid w:val="00881605"/>
    <w:rsid w:val="008A7786"/>
    <w:rsid w:val="008B11F4"/>
    <w:rsid w:val="008C697E"/>
    <w:rsid w:val="008D4E9A"/>
    <w:rsid w:val="00936121"/>
    <w:rsid w:val="00940104"/>
    <w:rsid w:val="00940B91"/>
    <w:rsid w:val="009517FA"/>
    <w:rsid w:val="0095496E"/>
    <w:rsid w:val="00962EF3"/>
    <w:rsid w:val="00965915"/>
    <w:rsid w:val="00967559"/>
    <w:rsid w:val="009824AE"/>
    <w:rsid w:val="009A692B"/>
    <w:rsid w:val="009A7550"/>
    <w:rsid w:val="009B4EAF"/>
    <w:rsid w:val="009C11BE"/>
    <w:rsid w:val="009C6D15"/>
    <w:rsid w:val="009E4AE8"/>
    <w:rsid w:val="00A030A7"/>
    <w:rsid w:val="00A06B62"/>
    <w:rsid w:val="00A2159E"/>
    <w:rsid w:val="00A373F2"/>
    <w:rsid w:val="00A455B6"/>
    <w:rsid w:val="00A5370C"/>
    <w:rsid w:val="00A708D6"/>
    <w:rsid w:val="00A80220"/>
    <w:rsid w:val="00A80284"/>
    <w:rsid w:val="00A83C7F"/>
    <w:rsid w:val="00A8700E"/>
    <w:rsid w:val="00A92B83"/>
    <w:rsid w:val="00AB64A9"/>
    <w:rsid w:val="00AC0508"/>
    <w:rsid w:val="00AC5E19"/>
    <w:rsid w:val="00AD3893"/>
    <w:rsid w:val="00AD7644"/>
    <w:rsid w:val="00AE47E2"/>
    <w:rsid w:val="00AE5C61"/>
    <w:rsid w:val="00AF005F"/>
    <w:rsid w:val="00B07737"/>
    <w:rsid w:val="00B07E5D"/>
    <w:rsid w:val="00B10745"/>
    <w:rsid w:val="00B126B3"/>
    <w:rsid w:val="00B14859"/>
    <w:rsid w:val="00B21F84"/>
    <w:rsid w:val="00B503F1"/>
    <w:rsid w:val="00B73D78"/>
    <w:rsid w:val="00B95AF2"/>
    <w:rsid w:val="00B97B13"/>
    <w:rsid w:val="00BB61A4"/>
    <w:rsid w:val="00BC25FD"/>
    <w:rsid w:val="00BC31DA"/>
    <w:rsid w:val="00BC74A5"/>
    <w:rsid w:val="00BD14EA"/>
    <w:rsid w:val="00BD236C"/>
    <w:rsid w:val="00BD38D5"/>
    <w:rsid w:val="00BF2445"/>
    <w:rsid w:val="00BF6922"/>
    <w:rsid w:val="00C00787"/>
    <w:rsid w:val="00C03EF3"/>
    <w:rsid w:val="00C41606"/>
    <w:rsid w:val="00C62F47"/>
    <w:rsid w:val="00C666D6"/>
    <w:rsid w:val="00C90A89"/>
    <w:rsid w:val="00CA7C75"/>
    <w:rsid w:val="00CA7E1E"/>
    <w:rsid w:val="00CC128B"/>
    <w:rsid w:val="00CD75CB"/>
    <w:rsid w:val="00CE1898"/>
    <w:rsid w:val="00D17AE1"/>
    <w:rsid w:val="00D17D30"/>
    <w:rsid w:val="00D26A9B"/>
    <w:rsid w:val="00D26EFC"/>
    <w:rsid w:val="00D3113E"/>
    <w:rsid w:val="00D32F5C"/>
    <w:rsid w:val="00D349E1"/>
    <w:rsid w:val="00D50E47"/>
    <w:rsid w:val="00D6489E"/>
    <w:rsid w:val="00D64E81"/>
    <w:rsid w:val="00D71942"/>
    <w:rsid w:val="00D72A91"/>
    <w:rsid w:val="00D7645E"/>
    <w:rsid w:val="00D774EF"/>
    <w:rsid w:val="00D81F45"/>
    <w:rsid w:val="00DA2C32"/>
    <w:rsid w:val="00DB50D7"/>
    <w:rsid w:val="00DB59A9"/>
    <w:rsid w:val="00DD2CC3"/>
    <w:rsid w:val="00DF012F"/>
    <w:rsid w:val="00E110D4"/>
    <w:rsid w:val="00E23C40"/>
    <w:rsid w:val="00E26423"/>
    <w:rsid w:val="00E37C58"/>
    <w:rsid w:val="00E67240"/>
    <w:rsid w:val="00E81DA7"/>
    <w:rsid w:val="00E94007"/>
    <w:rsid w:val="00EA1C38"/>
    <w:rsid w:val="00EA59BE"/>
    <w:rsid w:val="00EB42E9"/>
    <w:rsid w:val="00EC7E3E"/>
    <w:rsid w:val="00ED04DB"/>
    <w:rsid w:val="00EE0839"/>
    <w:rsid w:val="00EE1F07"/>
    <w:rsid w:val="00F0132E"/>
    <w:rsid w:val="00F1466B"/>
    <w:rsid w:val="00F303FD"/>
    <w:rsid w:val="00F35989"/>
    <w:rsid w:val="00F44877"/>
    <w:rsid w:val="00F45DA4"/>
    <w:rsid w:val="00F70F65"/>
    <w:rsid w:val="00F766AD"/>
    <w:rsid w:val="00F93135"/>
    <w:rsid w:val="00F94F84"/>
    <w:rsid w:val="00F97CC8"/>
    <w:rsid w:val="00FB47E0"/>
    <w:rsid w:val="00FB55FB"/>
    <w:rsid w:val="00FF085C"/>
    <w:rsid w:val="00FF2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FFE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83C7F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83C7F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A83C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character" w:styleId="a7">
    <w:name w:val="Hyperlink"/>
    <w:rsid w:val="00531761"/>
    <w:rPr>
      <w:color w:val="0000FF"/>
      <w:u w:val="single"/>
    </w:rPr>
  </w:style>
  <w:style w:type="paragraph" w:styleId="a8">
    <w:name w:val="Balloon Text"/>
    <w:basedOn w:val="a"/>
    <w:link w:val="a9"/>
    <w:rsid w:val="00273A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73A67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273A67"/>
    <w:rPr>
      <w:sz w:val="28"/>
      <w:szCs w:val="28"/>
    </w:rPr>
  </w:style>
  <w:style w:type="character" w:styleId="aa">
    <w:name w:val="Emphasis"/>
    <w:basedOn w:val="a0"/>
    <w:qFormat/>
    <w:rsid w:val="00273A67"/>
    <w:rPr>
      <w:i/>
      <w:iCs/>
    </w:rPr>
  </w:style>
  <w:style w:type="paragraph" w:styleId="ab">
    <w:name w:val="Normal (Web)"/>
    <w:basedOn w:val="a"/>
    <w:uiPriority w:val="99"/>
    <w:unhideWhenUsed/>
    <w:rsid w:val="00AE47E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c">
    <w:name w:val="List Paragraph"/>
    <w:basedOn w:val="a"/>
    <w:uiPriority w:val="34"/>
    <w:qFormat/>
    <w:rsid w:val="000E4E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FFE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83C7F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83C7F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A83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styleId="a7">
    <w:name w:val="Hyperlink"/>
    <w:rsid w:val="00531761"/>
    <w:rPr>
      <w:color w:val="0000FF"/>
      <w:u w:val="single"/>
    </w:rPr>
  </w:style>
  <w:style w:type="paragraph" w:styleId="a8">
    <w:name w:val="Balloon Text"/>
    <w:basedOn w:val="a"/>
    <w:link w:val="a9"/>
    <w:rsid w:val="00273A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73A67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273A67"/>
    <w:rPr>
      <w:sz w:val="28"/>
      <w:szCs w:val="28"/>
    </w:rPr>
  </w:style>
  <w:style w:type="character" w:styleId="aa">
    <w:name w:val="Emphasis"/>
    <w:basedOn w:val="a0"/>
    <w:qFormat/>
    <w:rsid w:val="00273A67"/>
    <w:rPr>
      <w:i/>
      <w:iCs/>
    </w:rPr>
  </w:style>
  <w:style w:type="paragraph" w:styleId="ab">
    <w:name w:val="Normal (Web)"/>
    <w:basedOn w:val="a"/>
    <w:uiPriority w:val="99"/>
    <w:unhideWhenUsed/>
    <w:rsid w:val="00AE47E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c">
    <w:name w:val="List Paragraph"/>
    <w:basedOn w:val="a"/>
    <w:uiPriority w:val="34"/>
    <w:qFormat/>
    <w:rsid w:val="000E4E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63;&#1091;&#1075;&#1091;&#1085;&#1086;&#1074;\Documents\&#1041;&#1083;&#1072;&#1085;&#1082;&#1080;%20&#1072;&#1076;&#1084;&#1080;&#1085;&#1080;&#1089;&#1090;&#1088;&#1072;&#1094;&#1080;&#1080;\&#1041;&#1083;&#1072;&#1085;&#1082;%20&#1087;&#1088;&#1080;&#1082;&#1072;&#1079;&#1072;%20&#1044;&#1046;&#1050;&#106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ДЖКХ</Template>
  <TotalTime>10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Дзержинска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Чугунов</dc:creator>
  <cp:lastModifiedBy>Rusalovskaya</cp:lastModifiedBy>
  <cp:revision>4</cp:revision>
  <cp:lastPrinted>2020-02-10T06:58:00Z</cp:lastPrinted>
  <dcterms:created xsi:type="dcterms:W3CDTF">2025-10-21T07:41:00Z</dcterms:created>
  <dcterms:modified xsi:type="dcterms:W3CDTF">2025-10-21T08:07:00Z</dcterms:modified>
</cp:coreProperties>
</file>